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BAE" w:rsidRPr="00A0206E" w:rsidRDefault="009D0BAE" w:rsidP="00542C3E">
      <w:pPr>
        <w:pStyle w:val="Heading1"/>
      </w:pPr>
      <w:r w:rsidRPr="00A0206E">
        <w:t>Fișa 0</w:t>
      </w:r>
      <w:r w:rsidR="009B1B10">
        <w:t>8</w:t>
      </w:r>
      <w:r w:rsidR="00542C3E" w:rsidRPr="00A0206E">
        <w:t xml:space="preserve">– </w:t>
      </w:r>
      <w:r w:rsidR="00287E5F">
        <w:t>t</w:t>
      </w:r>
      <w:bookmarkStart w:id="0" w:name="_GoBack"/>
      <w:bookmarkEnd w:id="0"/>
      <w:r w:rsidR="00287E5F">
        <w:t xml:space="preserve">ipul șir de caractere </w:t>
      </w:r>
      <w:r w:rsidR="0038578C">
        <w:t>–</w:t>
      </w:r>
      <w:r w:rsidR="00A62926">
        <w:t xml:space="preserve"> functii-partea1</w:t>
      </w:r>
    </w:p>
    <w:p w:rsidR="009B1B10" w:rsidRDefault="00D460FE" w:rsidP="00D460FE">
      <w:pPr>
        <w:pStyle w:val="ListParagraph"/>
        <w:numPr>
          <w:ilvl w:val="0"/>
          <w:numId w:val="1"/>
        </w:numPr>
        <w:spacing w:before="120" w:after="120"/>
        <w:contextualSpacing w:val="0"/>
        <w:jc w:val="both"/>
      </w:pPr>
      <w:r>
        <w:t>Prezentarea unor funcții standard de lucru cu variabile de tip șir de caractere (în varianta vector cu elemente de tip char)</w:t>
      </w:r>
      <w:r w:rsidR="00064987">
        <w:t xml:space="preserve"> definite în fișierul antet </w:t>
      </w:r>
      <w:r w:rsidR="00064987" w:rsidRPr="009B1B10">
        <w:rPr>
          <w:b/>
        </w:rPr>
        <w:t>cstring</w:t>
      </w:r>
      <w:r>
        <w:t>:</w:t>
      </w:r>
      <w:r w:rsidR="009B1B10">
        <w:t xml:space="preserve"> </w:t>
      </w:r>
      <w:r w:rsidR="00064987" w:rsidRPr="009B1B10">
        <w:rPr>
          <w:b/>
        </w:rPr>
        <w:t>strlen</w:t>
      </w:r>
      <w:r w:rsidR="00064987">
        <w:t xml:space="preserve">, </w:t>
      </w:r>
      <w:r w:rsidR="00064987" w:rsidRPr="009B1B10">
        <w:rPr>
          <w:b/>
        </w:rPr>
        <w:t>strcpy</w:t>
      </w:r>
      <w:r w:rsidR="00064987">
        <w:t xml:space="preserve">, </w:t>
      </w:r>
      <w:r w:rsidR="00E17794" w:rsidRPr="009B1B10">
        <w:rPr>
          <w:b/>
        </w:rPr>
        <w:t>strncpy</w:t>
      </w:r>
      <w:r w:rsidR="00E17794">
        <w:t xml:space="preserve">, </w:t>
      </w:r>
      <w:r w:rsidR="00064987" w:rsidRPr="009B1B10">
        <w:rPr>
          <w:b/>
        </w:rPr>
        <w:t>strcat</w:t>
      </w:r>
      <w:r w:rsidR="00064987">
        <w:t xml:space="preserve">, </w:t>
      </w:r>
      <w:r w:rsidR="00E17794" w:rsidRPr="009B1B10">
        <w:rPr>
          <w:b/>
        </w:rPr>
        <w:t>strncat</w:t>
      </w:r>
      <w:r w:rsidR="00E17794">
        <w:t xml:space="preserve">, </w:t>
      </w:r>
      <w:r w:rsidR="00064987" w:rsidRPr="009B1B10">
        <w:rPr>
          <w:b/>
        </w:rPr>
        <w:t>strchr</w:t>
      </w:r>
      <w:r w:rsidR="00064987">
        <w:t xml:space="preserve">, </w:t>
      </w:r>
      <w:r w:rsidR="00064987" w:rsidRPr="009B1B10">
        <w:rPr>
          <w:b/>
        </w:rPr>
        <w:t>strrchr</w:t>
      </w:r>
      <w:r w:rsidR="00064987">
        <w:t xml:space="preserve">, </w:t>
      </w:r>
      <w:r w:rsidR="00064987" w:rsidRPr="009B1B10">
        <w:rPr>
          <w:b/>
        </w:rPr>
        <w:t>strcmp</w:t>
      </w:r>
      <w:r w:rsidR="00064987">
        <w:t>,</w:t>
      </w:r>
      <w:r w:rsidR="00E17794" w:rsidRPr="009B1B10">
        <w:rPr>
          <w:b/>
        </w:rPr>
        <w:t>stricmp</w:t>
      </w:r>
      <w:r w:rsidR="00E17794">
        <w:t xml:space="preserve">, </w:t>
      </w:r>
      <w:r w:rsidR="00E17794" w:rsidRPr="009B1B10">
        <w:rPr>
          <w:b/>
        </w:rPr>
        <w:t>strncmp</w:t>
      </w:r>
      <w:r w:rsidR="00E17794">
        <w:t xml:space="preserve">, </w:t>
      </w:r>
      <w:r w:rsidR="00E17794" w:rsidRPr="009B1B10">
        <w:rPr>
          <w:b/>
        </w:rPr>
        <w:t>strnicmp</w:t>
      </w:r>
      <w:r w:rsidR="00E17794">
        <w:t xml:space="preserve">, </w:t>
      </w:r>
      <w:r w:rsidR="00064987" w:rsidRPr="009B1B10">
        <w:rPr>
          <w:b/>
        </w:rPr>
        <w:t>strstr</w:t>
      </w:r>
      <w:r w:rsidR="00BD125E">
        <w:t xml:space="preserve">, </w:t>
      </w:r>
      <w:r w:rsidR="00BD125E" w:rsidRPr="009B1B10">
        <w:rPr>
          <w:b/>
        </w:rPr>
        <w:t>strrev</w:t>
      </w:r>
      <w:r w:rsidR="00BD125E">
        <w:t xml:space="preserve">, </w:t>
      </w:r>
      <w:r w:rsidR="00BD125E" w:rsidRPr="009B1B10">
        <w:rPr>
          <w:b/>
        </w:rPr>
        <w:t>strlwr</w:t>
      </w:r>
      <w:r w:rsidR="00BD125E">
        <w:t xml:space="preserve">, </w:t>
      </w:r>
      <w:r w:rsidR="00BD125E" w:rsidRPr="009B1B10">
        <w:rPr>
          <w:b/>
        </w:rPr>
        <w:t>strupr</w:t>
      </w:r>
      <w:r w:rsidR="00BD125E">
        <w:t xml:space="preserve">, </w:t>
      </w:r>
      <w:r w:rsidR="00471CFF" w:rsidRPr="009B1B10">
        <w:rPr>
          <w:b/>
        </w:rPr>
        <w:t>strset</w:t>
      </w:r>
      <w:r w:rsidR="00471CFF">
        <w:t xml:space="preserve">, </w:t>
      </w:r>
      <w:r w:rsidR="00471CFF" w:rsidRPr="009B1B10">
        <w:rPr>
          <w:b/>
        </w:rPr>
        <w:t>strnset</w:t>
      </w:r>
      <w:r w:rsidR="00C944CB">
        <w:rPr>
          <w:b/>
        </w:rPr>
        <w:t>.</w:t>
      </w:r>
    </w:p>
    <w:p w:rsidR="00064987" w:rsidRDefault="009B1B10" w:rsidP="00D460FE">
      <w:pPr>
        <w:pStyle w:val="ListParagraph"/>
        <w:numPr>
          <w:ilvl w:val="0"/>
          <w:numId w:val="1"/>
        </w:numPr>
        <w:spacing w:before="120" w:after="120"/>
        <w:contextualSpacing w:val="0"/>
        <w:jc w:val="both"/>
      </w:pPr>
      <w:r>
        <w:t xml:space="preserve"> </w:t>
      </w:r>
      <w:r w:rsidR="00064987">
        <w:t>Concepeți un program care citește de la tastatură un cuvânt și verifică dacă acesta apare în fișierul</w:t>
      </w:r>
      <w:r w:rsidR="00064987" w:rsidRPr="009B1B10">
        <w:rPr>
          <w:i/>
        </w:rPr>
        <w:t xml:space="preserve"> text.i</w:t>
      </w:r>
      <w:r w:rsidR="00064987">
        <w:rPr>
          <w:i/>
        </w:rPr>
        <w:t>n</w:t>
      </w:r>
      <w:r w:rsidR="00064987">
        <w:t xml:space="preserve"> .</w:t>
      </w:r>
    </w:p>
    <w:p w:rsidR="00064987" w:rsidRDefault="00064987" w:rsidP="00D460FE">
      <w:pPr>
        <w:pStyle w:val="ListParagraph"/>
        <w:numPr>
          <w:ilvl w:val="0"/>
          <w:numId w:val="1"/>
        </w:numPr>
        <w:spacing w:before="120" w:after="120"/>
        <w:contextualSpacing w:val="0"/>
        <w:jc w:val="both"/>
      </w:pPr>
      <w:r>
        <w:t xml:space="preserve">Concepeți un program care citește de la tastatură un text și un caracter și verifică dacă acesta apare în text. Dacă apare, se va afișa poziția </w:t>
      </w:r>
      <w:r w:rsidR="00BA033A">
        <w:t xml:space="preserve">primei apariții a </w:t>
      </w:r>
      <w:r>
        <w:t>acestuia. Dacă nu apare, se va afișa mesajul „Nu există!”.</w:t>
      </w:r>
    </w:p>
    <w:p w:rsidR="00BA033A" w:rsidRDefault="00BA033A" w:rsidP="00D460FE">
      <w:pPr>
        <w:pStyle w:val="ListParagraph"/>
        <w:numPr>
          <w:ilvl w:val="0"/>
          <w:numId w:val="1"/>
        </w:numPr>
        <w:spacing w:before="120" w:after="120"/>
        <w:contextualSpacing w:val="0"/>
        <w:jc w:val="both"/>
      </w:pPr>
      <w:r>
        <w:t>Concepeți un program care citește de la tastatură un text și un caracter și verifică dacă acesta apare în text. Dacă apare, se vor afișa numărul de apariții și toate pozițiile în care se află. Dacă nu apare, se va afișa mesajul „Nu există!”.</w:t>
      </w:r>
    </w:p>
    <w:p w:rsidR="00A34F45" w:rsidRDefault="00A34F45" w:rsidP="00D460FE">
      <w:pPr>
        <w:pStyle w:val="ListParagraph"/>
        <w:numPr>
          <w:ilvl w:val="0"/>
          <w:numId w:val="1"/>
        </w:numPr>
        <w:spacing w:before="120" w:after="120"/>
        <w:contextualSpacing w:val="0"/>
        <w:jc w:val="both"/>
      </w:pPr>
      <w:r>
        <w:t xml:space="preserve">Concepeți un program care afișează numărul de vocale care apar într-un text memorat în fișierul </w:t>
      </w:r>
      <w:r>
        <w:rPr>
          <w:i/>
        </w:rPr>
        <w:t>text.in</w:t>
      </w:r>
      <w:r w:rsidRPr="0061391F">
        <w:t>.</w:t>
      </w:r>
    </w:p>
    <w:p w:rsidR="00C526F6" w:rsidRPr="00A0206E" w:rsidRDefault="00C526F6" w:rsidP="00017093">
      <w:pPr>
        <w:pStyle w:val="ListParagraph"/>
        <w:spacing w:before="120" w:after="120"/>
        <w:ind w:left="0"/>
        <w:contextualSpacing w:val="0"/>
        <w:jc w:val="both"/>
      </w:pPr>
    </w:p>
    <w:sectPr w:rsidR="00C526F6" w:rsidRPr="00A0206E" w:rsidSect="002151A6">
      <w:headerReference w:type="even" r:id="rId8"/>
      <w:headerReference w:type="default" r:id="rId9"/>
      <w:footerReference w:type="even" r:id="rId10"/>
      <w:footerReference w:type="default" r:id="rId11"/>
      <w:headerReference w:type="first" r:id="rId12"/>
      <w:footerReference w:type="first" r:id="rId13"/>
      <w:pgSz w:w="11907" w:h="16839" w:code="9"/>
      <w:pgMar w:top="1134" w:right="1134" w:bottom="1134" w:left="1134" w:header="680" w:footer="680" w:gutter="56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6070" w:rsidRDefault="00A16070" w:rsidP="002151A6">
      <w:pPr>
        <w:spacing w:before="0" w:after="0"/>
      </w:pPr>
      <w:r>
        <w:separator/>
      </w:r>
    </w:p>
  </w:endnote>
  <w:endnote w:type="continuationSeparator" w:id="1">
    <w:p w:rsidR="00A16070" w:rsidRDefault="00A16070" w:rsidP="002151A6">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1A6" w:rsidRDefault="002151A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1A6" w:rsidRPr="007C0A95" w:rsidRDefault="003819C0" w:rsidP="002151A6">
    <w:pPr>
      <w:pStyle w:val="Footer"/>
      <w:rPr>
        <w:i/>
        <w:color w:val="808080" w:themeColor="background1" w:themeShade="80"/>
      </w:rPr>
    </w:pPr>
    <w:r w:rsidRPr="003819C0">
      <w:rPr>
        <w:i/>
        <w:noProof/>
        <w:color w:val="808080" w:themeColor="background1" w:themeShade="80"/>
        <w:lang w:eastAsia="ro-RO"/>
      </w:rPr>
      <w:pict>
        <v:line id="Straight Connector 2" o:spid="_x0000_s4097" style="position:absolute;z-index:251659776;visibility:visible" from="2.3pt,-1.6pt" to="449.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" strokecolor="#7f7f7f" strokeweight=".5pt"/>
      </w:pict>
    </w:r>
    <w:r w:rsidR="002151A6" w:rsidRPr="007C0A95">
      <w:rPr>
        <w:i/>
        <w:color w:val="808080" w:themeColor="background1" w:themeShade="80"/>
      </w:rPr>
      <w:tab/>
      <w:t xml:space="preserve">Pagina </w:t>
    </w:r>
    <w:r w:rsidRPr="007C0A95">
      <w:rPr>
        <w:i/>
        <w:color w:val="808080" w:themeColor="background1" w:themeShade="80"/>
      </w:rPr>
      <w:fldChar w:fldCharType="begin"/>
    </w:r>
    <w:r w:rsidR="002151A6" w:rsidRPr="007C0A95">
      <w:rPr>
        <w:i/>
        <w:color w:val="808080" w:themeColor="background1" w:themeShade="80"/>
      </w:rPr>
      <w:instrText xml:space="preserve"> PAGE   \* MERGEFORMAT </w:instrText>
    </w:r>
    <w:r w:rsidRPr="007C0A95">
      <w:rPr>
        <w:i/>
        <w:color w:val="808080" w:themeColor="background1" w:themeShade="80"/>
      </w:rPr>
      <w:fldChar w:fldCharType="separate"/>
    </w:r>
    <w:r w:rsidR="00575A6E">
      <w:rPr>
        <w:i/>
        <w:noProof/>
        <w:color w:val="808080" w:themeColor="background1" w:themeShade="80"/>
      </w:rPr>
      <w:t>1</w:t>
    </w:r>
    <w:r w:rsidRPr="007C0A95">
      <w:rPr>
        <w:i/>
        <w:noProof/>
        <w:color w:val="808080" w:themeColor="background1" w:themeShade="80"/>
      </w:rPr>
      <w:fldChar w:fldCharType="end"/>
    </w:r>
    <w:r w:rsidR="002151A6" w:rsidRPr="007C0A95">
      <w:rPr>
        <w:i/>
        <w:noProof/>
        <w:color w:val="808080" w:themeColor="background1" w:themeShade="80"/>
      </w:rPr>
      <w:t xml:space="preserve"> din </w:t>
    </w:r>
    <w:fldSimple w:instr=" NUMPAGES  \* Arabic  \* MERGEFORMAT ">
      <w:r w:rsidR="00575A6E" w:rsidRPr="00575A6E">
        <w:rPr>
          <w:i/>
          <w:noProof/>
          <w:color w:val="808080" w:themeColor="background1" w:themeShade="80"/>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1A6" w:rsidRDefault="002151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6070" w:rsidRDefault="00A16070" w:rsidP="002151A6">
      <w:pPr>
        <w:spacing w:before="0" w:after="0"/>
      </w:pPr>
      <w:r>
        <w:separator/>
      </w:r>
    </w:p>
  </w:footnote>
  <w:footnote w:type="continuationSeparator" w:id="1">
    <w:p w:rsidR="00A16070" w:rsidRDefault="00A16070" w:rsidP="002151A6">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1A6" w:rsidRDefault="002151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1A6" w:rsidRPr="007C0A95" w:rsidRDefault="003819C0" w:rsidP="002151A6">
    <w:pPr>
      <w:pStyle w:val="Header"/>
      <w:jc w:val="center"/>
      <w:rPr>
        <w:i/>
        <w:color w:val="808080" w:themeColor="background1" w:themeShade="80"/>
      </w:rPr>
    </w:pPr>
    <w:r w:rsidRPr="003819C0">
      <w:rPr>
        <w:i/>
        <w:noProof/>
        <w:color w:val="808080" w:themeColor="background1" w:themeShade="80"/>
        <w:lang w:eastAsia="ro-RO"/>
      </w:rPr>
      <w:pict>
        <v:line id="Straight Connector 1" o:spid="_x0000_s4098" style="position:absolute;left:0;text-align:left;z-index:251654656;visibility:visible" from="4.05pt,13.2pt" to="451.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" strokecolor="#7f7f7f [1612]" strokeweight=".5pt"/>
      </w:pict>
    </w:r>
    <w:r w:rsidR="002151A6" w:rsidRPr="007C0A95">
      <w:rPr>
        <w:i/>
        <w:color w:val="808080" w:themeColor="background1" w:themeShade="80"/>
      </w:rPr>
      <w:t>Fișe de lucru laborator, clasa a X-a, profil real, specializarea matematică-informatică, intensiv informatică</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1A6" w:rsidRDefault="002151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A16D1"/>
    <w:multiLevelType w:val="hybridMultilevel"/>
    <w:tmpl w:val="6380C0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871038"/>
    <w:multiLevelType w:val="hybridMultilevel"/>
    <w:tmpl w:val="810E72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0A414E"/>
    <w:multiLevelType w:val="hybridMultilevel"/>
    <w:tmpl w:val="77CE854E"/>
    <w:lvl w:ilvl="0" w:tplc="2918F464">
      <w:start w:val="1"/>
      <w:numFmt w:val="decimal"/>
      <w:suff w:val="space"/>
      <w:lvlText w:val="%1."/>
      <w:lvlJc w:val="left"/>
      <w:pPr>
        <w:ind w:left="0" w:firstLine="0"/>
      </w:pPr>
      <w:rPr>
        <w:rFonts w:hint="default"/>
      </w:rPr>
    </w:lvl>
    <w:lvl w:ilvl="1" w:tplc="9FBC7B22">
      <w:start w:val="1"/>
      <w:numFmt w:val="lowerLetter"/>
      <w:suff w:val="space"/>
      <w:lvlText w:val="%2."/>
      <w:lvlJc w:val="left"/>
      <w:pPr>
        <w:ind w:left="284" w:firstLine="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attachedTemplate r:id="rId1"/>
  <w:defaultTabStop w:val="720"/>
  <w:hyphenationZone w:val="425"/>
  <w:characterSpacingControl w:val="doNotCompress"/>
  <w:hdrShapeDefaults>
    <o:shapedefaults v:ext="edit" spidmax="7170"/>
    <o:shapelayout v:ext="edit">
      <o:idmap v:ext="edit" data="4"/>
    </o:shapelayout>
  </w:hdrShapeDefaults>
  <w:footnotePr>
    <w:footnote w:id="0"/>
    <w:footnote w:id="1"/>
  </w:footnotePr>
  <w:endnotePr>
    <w:endnote w:id="0"/>
    <w:endnote w:id="1"/>
  </w:endnotePr>
  <w:compat/>
  <w:rsids>
    <w:rsidRoot w:val="000162CF"/>
    <w:rsid w:val="000162CF"/>
    <w:rsid w:val="00017093"/>
    <w:rsid w:val="00064987"/>
    <w:rsid w:val="0008644D"/>
    <w:rsid w:val="000A0160"/>
    <w:rsid w:val="000B44D4"/>
    <w:rsid w:val="00102628"/>
    <w:rsid w:val="001174A0"/>
    <w:rsid w:val="00122885"/>
    <w:rsid w:val="001F5481"/>
    <w:rsid w:val="001F5E98"/>
    <w:rsid w:val="002151A6"/>
    <w:rsid w:val="0022219A"/>
    <w:rsid w:val="00264909"/>
    <w:rsid w:val="00274441"/>
    <w:rsid w:val="00287E5F"/>
    <w:rsid w:val="002F03E4"/>
    <w:rsid w:val="003819C0"/>
    <w:rsid w:val="0038578C"/>
    <w:rsid w:val="003B667A"/>
    <w:rsid w:val="00400A93"/>
    <w:rsid w:val="00471CFF"/>
    <w:rsid w:val="00500970"/>
    <w:rsid w:val="005174B9"/>
    <w:rsid w:val="00542C3E"/>
    <w:rsid w:val="00575A6E"/>
    <w:rsid w:val="00576E29"/>
    <w:rsid w:val="00593866"/>
    <w:rsid w:val="005D48F3"/>
    <w:rsid w:val="0061391F"/>
    <w:rsid w:val="00664C84"/>
    <w:rsid w:val="007068F0"/>
    <w:rsid w:val="00721721"/>
    <w:rsid w:val="0073768E"/>
    <w:rsid w:val="0078012C"/>
    <w:rsid w:val="00781A4B"/>
    <w:rsid w:val="007B2235"/>
    <w:rsid w:val="007C3835"/>
    <w:rsid w:val="007E232B"/>
    <w:rsid w:val="007F1CB5"/>
    <w:rsid w:val="007F2FE3"/>
    <w:rsid w:val="007F3305"/>
    <w:rsid w:val="008646D1"/>
    <w:rsid w:val="008F4C4A"/>
    <w:rsid w:val="00936E9A"/>
    <w:rsid w:val="0098013A"/>
    <w:rsid w:val="009B1B10"/>
    <w:rsid w:val="009C11D5"/>
    <w:rsid w:val="009C3F47"/>
    <w:rsid w:val="009D0BAE"/>
    <w:rsid w:val="009E6923"/>
    <w:rsid w:val="00A0206E"/>
    <w:rsid w:val="00A032E0"/>
    <w:rsid w:val="00A16070"/>
    <w:rsid w:val="00A169DC"/>
    <w:rsid w:val="00A16C10"/>
    <w:rsid w:val="00A17973"/>
    <w:rsid w:val="00A34F45"/>
    <w:rsid w:val="00A62926"/>
    <w:rsid w:val="00AA3FCA"/>
    <w:rsid w:val="00AC31F3"/>
    <w:rsid w:val="00AF1A21"/>
    <w:rsid w:val="00B26B4E"/>
    <w:rsid w:val="00B80F6F"/>
    <w:rsid w:val="00B87CF6"/>
    <w:rsid w:val="00BA033A"/>
    <w:rsid w:val="00BA4FCB"/>
    <w:rsid w:val="00BA534A"/>
    <w:rsid w:val="00BD125E"/>
    <w:rsid w:val="00C0550B"/>
    <w:rsid w:val="00C526F6"/>
    <w:rsid w:val="00C6062E"/>
    <w:rsid w:val="00C944CB"/>
    <w:rsid w:val="00CB09D2"/>
    <w:rsid w:val="00CC7C3E"/>
    <w:rsid w:val="00D460FE"/>
    <w:rsid w:val="00DD5283"/>
    <w:rsid w:val="00DE3F0C"/>
    <w:rsid w:val="00DE736D"/>
    <w:rsid w:val="00E064ED"/>
    <w:rsid w:val="00E17794"/>
    <w:rsid w:val="00E22996"/>
    <w:rsid w:val="00E67AC5"/>
    <w:rsid w:val="00E81C79"/>
    <w:rsid w:val="00EA467C"/>
    <w:rsid w:val="00F0526B"/>
    <w:rsid w:val="00F16581"/>
    <w:rsid w:val="00F31561"/>
    <w:rsid w:val="00F35D4F"/>
    <w:rsid w:val="00F6381E"/>
    <w:rsid w:val="00F8436C"/>
    <w:rsid w:val="00F91527"/>
    <w:rsid w:val="00FB4EE0"/>
    <w:rsid w:val="00FE05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50B"/>
    <w:pPr>
      <w:tabs>
        <w:tab w:val="left" w:pos="851"/>
      </w:tabs>
      <w:spacing w:before="60" w:after="60" w:line="240" w:lineRule="auto"/>
    </w:pPr>
    <w:rPr>
      <w:rFonts w:ascii="Calibri" w:hAnsi="Calibri"/>
      <w:sz w:val="20"/>
      <w:lang w:val="ro-RO"/>
    </w:rPr>
  </w:style>
  <w:style w:type="paragraph" w:styleId="Heading1">
    <w:name w:val="heading 1"/>
    <w:basedOn w:val="Normal"/>
    <w:next w:val="Normal"/>
    <w:link w:val="Heading1Char"/>
    <w:uiPriority w:val="9"/>
    <w:qFormat/>
    <w:rsid w:val="00542C3E"/>
    <w:pPr>
      <w:keepNext/>
      <w:keepLines/>
      <w:spacing w:before="360" w:after="240"/>
      <w:jc w:val="center"/>
      <w:outlineLvl w:val="0"/>
    </w:pPr>
    <w:rPr>
      <w:rFonts w:ascii="Cambria" w:eastAsiaTheme="majorEastAsia" w:hAnsi="Cambria" w:cstheme="majorBidi"/>
      <w:b/>
      <w:color w:val="244061" w:themeColor="accent1" w:themeShade="80"/>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7CF6"/>
    <w:pPr>
      <w:ind w:left="720"/>
      <w:contextualSpacing/>
    </w:pPr>
  </w:style>
  <w:style w:type="paragraph" w:styleId="BalloonText">
    <w:name w:val="Balloon Text"/>
    <w:basedOn w:val="Normal"/>
    <w:link w:val="BalloonTextChar"/>
    <w:uiPriority w:val="99"/>
    <w:semiHidden/>
    <w:unhideWhenUsed/>
    <w:rsid w:val="00F6381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81E"/>
    <w:rPr>
      <w:rFonts w:ascii="Segoe UI" w:hAnsi="Segoe UI" w:cs="Segoe UI"/>
      <w:sz w:val="18"/>
      <w:szCs w:val="18"/>
    </w:rPr>
  </w:style>
  <w:style w:type="paragraph" w:styleId="Header">
    <w:name w:val="header"/>
    <w:basedOn w:val="Normal"/>
    <w:link w:val="HeaderChar"/>
    <w:uiPriority w:val="99"/>
    <w:unhideWhenUsed/>
    <w:rsid w:val="002151A6"/>
    <w:pPr>
      <w:tabs>
        <w:tab w:val="clear" w:pos="851"/>
        <w:tab w:val="center" w:pos="4536"/>
        <w:tab w:val="right" w:pos="9072"/>
      </w:tabs>
      <w:spacing w:before="0" w:after="0"/>
    </w:pPr>
  </w:style>
  <w:style w:type="character" w:customStyle="1" w:styleId="HeaderChar">
    <w:name w:val="Header Char"/>
    <w:basedOn w:val="DefaultParagraphFont"/>
    <w:link w:val="Header"/>
    <w:uiPriority w:val="99"/>
    <w:rsid w:val="002151A6"/>
    <w:rPr>
      <w:rFonts w:ascii="Calibri" w:hAnsi="Calibri"/>
      <w:sz w:val="20"/>
      <w:lang w:val="ro-RO"/>
    </w:rPr>
  </w:style>
  <w:style w:type="paragraph" w:styleId="Footer">
    <w:name w:val="footer"/>
    <w:basedOn w:val="Normal"/>
    <w:link w:val="FooterChar"/>
    <w:uiPriority w:val="99"/>
    <w:unhideWhenUsed/>
    <w:rsid w:val="002151A6"/>
    <w:pPr>
      <w:tabs>
        <w:tab w:val="clear" w:pos="851"/>
        <w:tab w:val="center" w:pos="4536"/>
        <w:tab w:val="right" w:pos="9072"/>
      </w:tabs>
      <w:spacing w:before="0" w:after="0"/>
    </w:pPr>
  </w:style>
  <w:style w:type="character" w:customStyle="1" w:styleId="FooterChar">
    <w:name w:val="Footer Char"/>
    <w:basedOn w:val="DefaultParagraphFont"/>
    <w:link w:val="Footer"/>
    <w:uiPriority w:val="99"/>
    <w:rsid w:val="002151A6"/>
    <w:rPr>
      <w:rFonts w:ascii="Calibri" w:hAnsi="Calibri"/>
      <w:sz w:val="20"/>
      <w:lang w:val="ro-RO"/>
    </w:rPr>
  </w:style>
  <w:style w:type="character" w:customStyle="1" w:styleId="Heading1Char">
    <w:name w:val="Heading 1 Char"/>
    <w:basedOn w:val="DefaultParagraphFont"/>
    <w:link w:val="Heading1"/>
    <w:uiPriority w:val="9"/>
    <w:rsid w:val="00542C3E"/>
    <w:rPr>
      <w:rFonts w:ascii="Cambria" w:eastAsiaTheme="majorEastAsia" w:hAnsi="Cambria" w:cstheme="majorBidi"/>
      <w:b/>
      <w:color w:val="244061" w:themeColor="accent1" w:themeShade="80"/>
      <w:sz w:val="36"/>
      <w:szCs w:val="32"/>
      <w:lang w:val="ro-RO"/>
    </w:rPr>
  </w:style>
  <w:style w:type="character" w:styleId="Hyperlink">
    <w:name w:val="Hyperlink"/>
    <w:basedOn w:val="DefaultParagraphFont"/>
    <w:uiPriority w:val="99"/>
    <w:unhideWhenUsed/>
    <w:rsid w:val="001F5481"/>
    <w:rPr>
      <w:color w:val="0000FF" w:themeColor="hyperlink"/>
      <w:u w:val="single"/>
    </w:rPr>
  </w:style>
  <w:style w:type="character" w:styleId="FollowedHyperlink">
    <w:name w:val="FollowedHyperlink"/>
    <w:basedOn w:val="DefaultParagraphFont"/>
    <w:uiPriority w:val="99"/>
    <w:semiHidden/>
    <w:unhideWhenUsed/>
    <w:rsid w:val="007E232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eam_000\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3E63D9CB-0050-48B1-B6A4-783AA7187D98}">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142</TotalTime>
  <Pages>1</Pages>
  <Words>154</Words>
  <Characters>882</Characters>
  <Application>Microsoft Office Word</Application>
  <DocSecurity>0</DocSecurity>
  <Lines>7</Lines>
  <Paragraphs>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dc:creator>
  <cp:keywords/>
  <dc:description/>
  <cp:lastModifiedBy>user</cp:lastModifiedBy>
  <cp:revision>36</cp:revision>
  <cp:lastPrinted>2013-10-07T05:51:00Z</cp:lastPrinted>
  <dcterms:created xsi:type="dcterms:W3CDTF">2013-10-21T08:01:00Z</dcterms:created>
  <dcterms:modified xsi:type="dcterms:W3CDTF">2016-11-09T23:06:00Z</dcterms:modified>
</cp:coreProperties>
</file>